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43B" w:rsidRPr="00FC3727" w:rsidRDefault="002E643B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        “</w:t>
      </w:r>
      <w:r w:rsidRPr="00FC3727">
        <w:rPr>
          <w:b/>
          <w:noProof/>
          <w:sz w:val="32"/>
          <w:szCs w:val="32"/>
        </w:rPr>
        <w:t>WORK TOGETHER HAND-IN-HAND, GET TOGETHER IN BAND</w:t>
      </w:r>
      <w:r>
        <w:rPr>
          <w:b/>
          <w:noProof/>
          <w:sz w:val="32"/>
          <w:szCs w:val="32"/>
        </w:rPr>
        <w:t>”</w:t>
      </w:r>
    </w:p>
    <w:p w:rsidR="002E643B" w:rsidRDefault="002E643B">
      <w:pPr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0" o:spid="_x0000_i1025" type="#_x0000_t75" alt="30656_123612317661785_114263478596669_193748_6838778_n.jpg" style="width:179.25pt;height:4in;visibility:visible">
            <v:imagedata r:id="rId4" o:title=""/>
          </v:shape>
        </w:pict>
      </w:r>
      <w:r>
        <w:rPr>
          <w:noProof/>
        </w:rPr>
        <w:pict>
          <v:shape id="Picture 3" o:spid="_x0000_i1026" type="#_x0000_t75" alt="images (4).jpg" style="width:108pt;height:286.5pt;visibility:visible">
            <v:imagedata r:id="rId5" o:title=""/>
          </v:shape>
        </w:pict>
      </w:r>
      <w:r>
        <w:rPr>
          <w:noProof/>
        </w:rPr>
        <w:pict>
          <v:shape id="Picture 7" o:spid="_x0000_i1027" type="#_x0000_t75" alt="hospitality-and-humanization-for-overall-patient-satisfaction-main.jpg" style="width:168.75pt;height:284.25pt;visibility:visible">
            <v:imagedata r:id="rId6" o:title=""/>
          </v:shape>
        </w:pict>
      </w:r>
      <w:r>
        <w:t xml:space="preserve">           </w:t>
      </w:r>
      <w:r>
        <w:rPr>
          <w:noProof/>
        </w:rPr>
        <w:pict>
          <v:shape id="Picture 25" o:spid="_x0000_i1028" type="#_x0000_t75" alt="diversity-300x294.jpg" style="width:459pt;height:194.25pt;visibility:visible">
            <v:imagedata r:id="rId7" o:title=""/>
          </v:shape>
        </w:pict>
      </w:r>
      <w:r>
        <w:rPr>
          <w:noProof/>
        </w:rPr>
        <w:pict>
          <v:shape id="Picture 15" o:spid="_x0000_i1029" type="#_x0000_t75" alt="Peace_by_Humanization.jpg" style="width:219pt;height:120.75pt;visibility:visible">
            <v:imagedata r:id="rId8" o:title=""/>
          </v:shape>
        </w:pict>
      </w:r>
      <w:r>
        <w:rPr>
          <w:noProof/>
        </w:rPr>
        <w:pict>
          <v:shape id="Picture 23" o:spid="_x0000_i1030" type="#_x0000_t75" alt="images.jpg" style="width:102pt;height:126.75pt;visibility:visible">
            <v:imagedata r:id="rId9" o:title=""/>
          </v:shape>
        </w:pict>
      </w:r>
      <w:r>
        <w:rPr>
          <w:noProof/>
        </w:rPr>
        <w:pict>
          <v:shape id="Picture 21" o:spid="_x0000_i1031" type="#_x0000_t75" alt="images (6).jpg" style="width:132.75pt;height:124.5pt;visibility:visible">
            <v:imagedata r:id="rId10" o:title=""/>
          </v:shape>
        </w:pict>
      </w:r>
    </w:p>
    <w:p w:rsidR="002E643B" w:rsidRDefault="002E643B" w:rsidP="00AC33AF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2" type="#_x0000_t136" style="width:479.25pt;height:204.75pt">
            <v:shadow on="t" opacity="52429f"/>
            <v:textpath style="font-family:&quot;Arial Black&quot;;font-style:italic;v-text-kern:t" trim="t" fitpath="t" string="Work Together Hand-In-Hand&#10;Get Together As A Band"/>
          </v:shape>
        </w:pict>
      </w:r>
    </w:p>
    <w:p w:rsidR="002E643B" w:rsidRDefault="002E643B">
      <w:r>
        <w:br w:type="column"/>
      </w:r>
    </w:p>
    <w:sectPr w:rsidR="002E643B" w:rsidSect="00891AA8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6B3"/>
    <w:rsid w:val="001529AF"/>
    <w:rsid w:val="00232C7B"/>
    <w:rsid w:val="002E643B"/>
    <w:rsid w:val="004E6737"/>
    <w:rsid w:val="0055237A"/>
    <w:rsid w:val="00667C15"/>
    <w:rsid w:val="006A43E4"/>
    <w:rsid w:val="00852068"/>
    <w:rsid w:val="00891AA8"/>
    <w:rsid w:val="009760EB"/>
    <w:rsid w:val="009953B9"/>
    <w:rsid w:val="00AC196F"/>
    <w:rsid w:val="00AC33AF"/>
    <w:rsid w:val="00C1174B"/>
    <w:rsid w:val="00C846B3"/>
    <w:rsid w:val="00CE5905"/>
    <w:rsid w:val="00D70B57"/>
    <w:rsid w:val="00DC15D7"/>
    <w:rsid w:val="00DF31DC"/>
    <w:rsid w:val="00FC3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5D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84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46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12</Words>
  <Characters>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user</dc:creator>
  <cp:keywords/>
  <dc:description/>
  <cp:lastModifiedBy>Student</cp:lastModifiedBy>
  <cp:revision>2</cp:revision>
  <dcterms:created xsi:type="dcterms:W3CDTF">2012-07-12T02:36:00Z</dcterms:created>
  <dcterms:modified xsi:type="dcterms:W3CDTF">2012-07-12T02:36:00Z</dcterms:modified>
</cp:coreProperties>
</file>